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E77AC8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E77AC8">
        <w:t>Fax:</w:t>
      </w:r>
      <w:r w:rsidRPr="00E77AC8">
        <w:tab/>
      </w:r>
    </w:p>
    <w:p w:rsidR="00374707" w:rsidRPr="00E77AC8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E77AC8">
        <w:t>E-mail:</w:t>
      </w:r>
      <w:r w:rsidRPr="00E77AC8">
        <w:tab/>
      </w:r>
    </w:p>
    <w:p w:rsidR="00374707" w:rsidRPr="00E77AC8" w:rsidRDefault="00374707" w:rsidP="00374707">
      <w:pPr>
        <w:rPr>
          <w:b/>
        </w:rPr>
      </w:pPr>
      <w:r w:rsidRPr="00E77AC8">
        <w:t>Nabídka na</w:t>
      </w:r>
      <w:r w:rsidRPr="00E77AC8">
        <w:rPr>
          <w:bCs/>
        </w:rPr>
        <w:t xml:space="preserve">: </w:t>
      </w:r>
      <w:r w:rsidRPr="00E77AC8">
        <w:rPr>
          <w:b/>
        </w:rPr>
        <w:t>„</w:t>
      </w:r>
      <w:r w:rsidR="00E77AC8" w:rsidRPr="00E77AC8">
        <w:rPr>
          <w:b/>
        </w:rPr>
        <w:t>Diagnostika stavebně technického stavu TP na trati Karlštejn – Beroun</w:t>
      </w:r>
      <w:r w:rsidRPr="00E77AC8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E77AC8" w:rsidRPr="00E77AC8" w:rsidRDefault="00E77AC8" w:rsidP="00E77AC8">
      <w:pPr>
        <w:pStyle w:val="Zhlav"/>
        <w:ind w:left="284"/>
      </w:pPr>
      <w:r w:rsidRPr="00E77AC8">
        <w:t>Příloha 1 Formulář ČP o splnění základní způsobilosti</w:t>
      </w:r>
    </w:p>
    <w:p w:rsidR="00E77AC8" w:rsidRPr="00E77AC8" w:rsidRDefault="00E77AC8" w:rsidP="00E77AC8">
      <w:pPr>
        <w:pStyle w:val="Zhlav"/>
        <w:ind w:left="284"/>
      </w:pPr>
      <w:r w:rsidRPr="00E77AC8">
        <w:t>Příloha 2 Formulář nabídky</w:t>
      </w:r>
    </w:p>
    <w:p w:rsidR="00E77AC8" w:rsidRPr="00E77AC8" w:rsidRDefault="00E77AC8" w:rsidP="00E77AC8">
      <w:pPr>
        <w:pStyle w:val="Zhlav"/>
        <w:ind w:left="284"/>
      </w:pPr>
      <w:r w:rsidRPr="00E77AC8">
        <w:t>Příloha 3 Položkový soupis prací s výkazem výměr</w:t>
      </w:r>
    </w:p>
    <w:p w:rsidR="00E77AC8" w:rsidRPr="00E77AC8" w:rsidRDefault="00E77AC8" w:rsidP="00E77AC8">
      <w:pPr>
        <w:pStyle w:val="Zhlav"/>
        <w:ind w:left="284"/>
      </w:pPr>
      <w:r w:rsidRPr="00E77AC8">
        <w:t>Příloha 4 Návrh smlouvy o dílo</w:t>
      </w:r>
    </w:p>
    <w:p w:rsidR="00E77AC8" w:rsidRPr="00E77AC8" w:rsidRDefault="00E77AC8" w:rsidP="00E77AC8">
      <w:pPr>
        <w:pStyle w:val="Zhlav"/>
        <w:ind w:left="284"/>
      </w:pPr>
      <w:r w:rsidRPr="00E77AC8">
        <w:t>Příloha 5 Analýza nebezpečí a hodnocení rizik</w:t>
      </w:r>
    </w:p>
    <w:p w:rsidR="00E77AC8" w:rsidRPr="00E77AC8" w:rsidRDefault="00E77AC8" w:rsidP="00E77AC8">
      <w:pPr>
        <w:pStyle w:val="Zhlav"/>
        <w:ind w:left="284"/>
      </w:pPr>
      <w:r w:rsidRPr="00E77AC8">
        <w:t>Příloha 6 Nález podezřelého předmětu</w:t>
      </w:r>
    </w:p>
    <w:p w:rsidR="00E77AC8" w:rsidRPr="00E77AC8" w:rsidRDefault="00E77AC8" w:rsidP="00E77AC8">
      <w:pPr>
        <w:pStyle w:val="Zhlav"/>
        <w:ind w:left="284"/>
      </w:pPr>
      <w:r w:rsidRPr="00E77AC8">
        <w:t>Příloha 7 Čestné prohlášení ve vztahu k zakázaným dohodám</w:t>
      </w:r>
    </w:p>
    <w:p w:rsidR="00E77AC8" w:rsidRPr="00E77AC8" w:rsidRDefault="00E77AC8" w:rsidP="00E77AC8">
      <w:pPr>
        <w:pStyle w:val="Zhlav"/>
        <w:ind w:left="284"/>
      </w:pPr>
      <w:r w:rsidRPr="00E77AC8">
        <w:t>Příloha 8 Čestné prohlášení k Registru smluv</w:t>
      </w:r>
    </w:p>
    <w:p w:rsidR="00E77AC8" w:rsidRPr="00E77AC8" w:rsidRDefault="00E77AC8" w:rsidP="00E77AC8">
      <w:pPr>
        <w:pStyle w:val="Zhlav"/>
        <w:ind w:left="284"/>
      </w:pPr>
      <w:r w:rsidRPr="00E77AC8">
        <w:t xml:space="preserve">Příloha 9 Formulář čestného prohlášení – technická kvalifikace </w:t>
      </w:r>
    </w:p>
    <w:p w:rsidR="00374707" w:rsidRPr="00E77AC8" w:rsidRDefault="00374707" w:rsidP="00E77AC8">
      <w:pPr>
        <w:pStyle w:val="Zhlav"/>
        <w:spacing w:before="120"/>
        <w:ind w:left="284"/>
      </w:pPr>
      <w:r w:rsidRPr="007364DE">
        <w:t xml:space="preserve">které uznáváme pro </w:t>
      </w:r>
      <w:r w:rsidRPr="00E77AC8">
        <w:t xml:space="preserve">smluvní vztah za závazné a na základě nichž jsme vytvořili cenu, nabízíme realizaci akce </w:t>
      </w:r>
      <w:r w:rsidRPr="00E77AC8">
        <w:rPr>
          <w:b/>
        </w:rPr>
        <w:t>„</w:t>
      </w:r>
      <w:r w:rsidR="00E77AC8" w:rsidRPr="00E77AC8">
        <w:rPr>
          <w:b/>
        </w:rPr>
        <w:t>Diagnostika stavebně technického stavu TP na trati Karlštejn – Beroun</w:t>
      </w:r>
      <w:r w:rsidRPr="00E77AC8">
        <w:rPr>
          <w:b/>
        </w:rPr>
        <w:t xml:space="preserve">“ </w:t>
      </w:r>
      <w:r w:rsidRPr="00E77AC8">
        <w:t>za tuto nabídkovou cenu zpracovanou dle výkazu výměr:</w:t>
      </w:r>
    </w:p>
    <w:p w:rsidR="00374707" w:rsidRPr="00E77AC8" w:rsidRDefault="00374707" w:rsidP="00F05536">
      <w:pPr>
        <w:pStyle w:val="Zhlav"/>
        <w:ind w:left="284"/>
        <w:rPr>
          <w:snapToGrid w:val="0"/>
        </w:rPr>
      </w:pPr>
      <w:r w:rsidRPr="00E77AC8">
        <w:t>(</w:t>
      </w:r>
      <w:r w:rsidRPr="00E77AC8">
        <w:rPr>
          <w:snapToGrid w:val="0"/>
        </w:rPr>
        <w:t xml:space="preserve">Celková nabídková cena bez DPH, </w:t>
      </w:r>
      <w:r w:rsidRPr="00E77AC8">
        <w:rPr>
          <w:b/>
          <w:snapToGrid w:val="0"/>
        </w:rPr>
        <w:t>přesně</w:t>
      </w:r>
      <w:r w:rsidRPr="00E77AC8">
        <w:rPr>
          <w:snapToGrid w:val="0"/>
        </w:rPr>
        <w:t xml:space="preserve"> </w:t>
      </w:r>
      <w:r w:rsidRPr="00E77AC8">
        <w:rPr>
          <w:b/>
          <w:bCs/>
          <w:snapToGrid w:val="0"/>
        </w:rPr>
        <w:t>dle položkového rozpočtu</w:t>
      </w:r>
      <w:r w:rsidRPr="00E77AC8">
        <w:rPr>
          <w:snapToGrid w:val="0"/>
        </w:rPr>
        <w:t xml:space="preserve">) </w:t>
      </w:r>
    </w:p>
    <w:p w:rsidR="00F05536" w:rsidRPr="00E77AC8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E77AC8">
        <w:rPr>
          <w:b/>
          <w:bCs/>
        </w:rPr>
        <w:t xml:space="preserve">Celková nabídková cena bez DPH:              </w:t>
      </w:r>
      <w:r w:rsidRPr="00E77AC8">
        <w:rPr>
          <w:b/>
          <w:bCs/>
          <w:highlight w:val="yellow"/>
        </w:rPr>
        <w:t>……………… Kč</w:t>
      </w:r>
    </w:p>
    <w:p w:rsidR="00F05536" w:rsidRPr="00E77AC8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E77AC8">
        <w:rPr>
          <w:b/>
          <w:bCs/>
        </w:rPr>
        <w:t>DPH 21%</w:t>
      </w:r>
      <w:r w:rsidRPr="00E77AC8">
        <w:rPr>
          <w:b/>
          <w:bCs/>
        </w:rPr>
        <w:tab/>
        <w:t xml:space="preserve">        </w:t>
      </w:r>
      <w:r w:rsidRPr="00E77AC8">
        <w:rPr>
          <w:b/>
          <w:bCs/>
        </w:rPr>
        <w:tab/>
      </w:r>
      <w:r w:rsidRPr="00E77AC8">
        <w:rPr>
          <w:b/>
          <w:bCs/>
        </w:rPr>
        <w:tab/>
      </w:r>
      <w:r w:rsidRPr="00E77AC8">
        <w:rPr>
          <w:b/>
          <w:bCs/>
        </w:rPr>
        <w:tab/>
      </w:r>
      <w:r w:rsidRPr="00E77AC8">
        <w:rPr>
          <w:b/>
          <w:bCs/>
        </w:rPr>
        <w:tab/>
        <w:t xml:space="preserve"> </w:t>
      </w:r>
      <w:r w:rsidR="00E77AC8" w:rsidRPr="00E77AC8">
        <w:rPr>
          <w:b/>
          <w:bCs/>
        </w:rPr>
        <w:t xml:space="preserve">    </w:t>
      </w:r>
      <w:r w:rsidRPr="00E77AC8">
        <w:rPr>
          <w:b/>
          <w:bCs/>
          <w:highlight w:val="yellow"/>
        </w:rPr>
        <w:t>……………… Kč</w:t>
      </w:r>
    </w:p>
    <w:p w:rsidR="00F05536" w:rsidRPr="00E77AC8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E77AC8">
        <w:rPr>
          <w:b/>
          <w:bCs/>
        </w:rPr>
        <w:t xml:space="preserve">Celková nabídková cena včetně DPH          </w:t>
      </w:r>
      <w:r w:rsidRPr="00E77AC8">
        <w:rPr>
          <w:b/>
          <w:bCs/>
          <w:highlight w:val="yellow"/>
        </w:rPr>
        <w:t>……………… Kč</w:t>
      </w:r>
    </w:p>
    <w:p w:rsidR="00374707" w:rsidRPr="00E77AC8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E77AC8">
        <w:t xml:space="preserve">Předmět veřejné zakázky  provedeme v rozsahu, který je přesně vymezen zadávacími podklady (viz. bod číslo 1). Souhlasíme s tím, že tato nabídka a zadávací dokumentace jsou závazným podkladem pro uzavření smlouvy </w:t>
      </w:r>
      <w:r w:rsidR="00F05536" w:rsidRPr="00E77AC8">
        <w:t xml:space="preserve">o </w:t>
      </w:r>
      <w:r w:rsidR="00D82647" w:rsidRPr="00E77AC8">
        <w:t>dílo</w:t>
      </w:r>
      <w:r w:rsidRPr="00E77AC8">
        <w:t>.</w:t>
      </w:r>
    </w:p>
    <w:p w:rsidR="00374707" w:rsidRPr="00E77AC8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E77AC8">
        <w:t>Termín plnění nabízíme v souladu s Vaším požadavkem takto:</w:t>
      </w:r>
    </w:p>
    <w:p w:rsidR="00374707" w:rsidRPr="00E77AC8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E77AC8">
        <w:t xml:space="preserve">Zahájení díla: </w:t>
      </w:r>
      <w:r w:rsidR="0071577E">
        <w:t xml:space="preserve">předpoklad červenec 2021 - </w:t>
      </w:r>
      <w:bookmarkStart w:id="0" w:name="_GoBack"/>
      <w:bookmarkEnd w:id="0"/>
      <w:r w:rsidR="00D82647" w:rsidRPr="00E77AC8">
        <w:rPr>
          <w:b/>
        </w:rPr>
        <w:t>ihned po nabytí účinnosti smlouvy uveřejněním v Registru smluv</w:t>
      </w:r>
    </w:p>
    <w:p w:rsidR="00374707" w:rsidRPr="00E77AC8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E77AC8">
        <w:t xml:space="preserve">Ukončení díla: </w:t>
      </w:r>
      <w:r w:rsidR="00E77AC8" w:rsidRPr="00E77AC8">
        <w:rPr>
          <w:b/>
        </w:rPr>
        <w:t>30. 09. 2021</w:t>
      </w:r>
      <w:r w:rsidRPr="00E77AC8">
        <w:t xml:space="preserve">   </w:t>
      </w:r>
      <w:r w:rsidRPr="00E77AC8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E77AC8">
        <w:t>Vl</w:t>
      </w:r>
      <w:r w:rsidR="00BB46F9" w:rsidRPr="00E77AC8">
        <w:t xml:space="preserve">astními kapacitami provedeme: </w:t>
      </w:r>
      <w:r w:rsidR="00BB46F9" w:rsidRPr="00E77AC8">
        <w:tab/>
      </w:r>
      <w:r w:rsidR="00BB46F9" w:rsidRPr="00BB46F9">
        <w:rPr>
          <w:highlight w:val="yellow"/>
        </w:rPr>
        <w:t>……..</w:t>
      </w:r>
      <w:r w:rsidRPr="007364DE"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lastRenderedPageBreak/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BB46F9">
        <w:rPr>
          <w:highlight w:val="yellow"/>
        </w:rPr>
        <w:t>……………………………….</w:t>
      </w:r>
    </w:p>
    <w:p w:rsidR="00374707" w:rsidRPr="007364DE" w:rsidRDefault="00374707" w:rsidP="00374707">
      <w:pPr>
        <w:spacing w:before="120"/>
        <w:ind w:left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E77AC8">
        <w:t xml:space="preserve">smlouva </w:t>
      </w:r>
      <w:r w:rsidR="00E77AC8" w:rsidRPr="00E77AC8">
        <w:t>o dílo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BB46F9" w:rsidRPr="00BB46F9">
        <w:rPr>
          <w:highlight w:val="yellow"/>
        </w:rPr>
        <w:t>……………………………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  <w:r w:rsidR="00BB46F9" w:rsidRPr="00BB46F9">
        <w:rPr>
          <w:highlight w:val="yellow"/>
        </w:rPr>
        <w:t>…………………………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Proti vzniku škod z provádění veřejné zakázky jsme pojištěni do výše </w:t>
      </w:r>
      <w:r w:rsidRPr="00BB46F9">
        <w:rPr>
          <w:highlight w:val="yellow"/>
        </w:rPr>
        <w:t>……………………,-</w:t>
      </w:r>
      <w:r w:rsidRPr="007364DE">
        <w:t xml:space="preserve">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……………………….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……………………..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775" w:rsidRDefault="00303775" w:rsidP="00962258">
      <w:pPr>
        <w:spacing w:after="0" w:line="240" w:lineRule="auto"/>
      </w:pPr>
      <w:r>
        <w:separator/>
      </w:r>
    </w:p>
  </w:endnote>
  <w:endnote w:type="continuationSeparator" w:id="0">
    <w:p w:rsidR="00303775" w:rsidRDefault="003037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57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57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57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57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775" w:rsidRDefault="00303775" w:rsidP="00962258">
      <w:pPr>
        <w:spacing w:after="0" w:line="240" w:lineRule="auto"/>
      </w:pPr>
      <w:r>
        <w:separator/>
      </w:r>
    </w:p>
  </w:footnote>
  <w:footnote w:type="continuationSeparator" w:id="0">
    <w:p w:rsidR="00303775" w:rsidRDefault="003037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03775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C1F5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577E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B46F9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77AC8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967C7D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901541-449F-45D6-857D-72E20F72E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8</TotalTime>
  <Pages>2</Pages>
  <Words>514</Words>
  <Characters>3039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Mantlíková Lucie</cp:lastModifiedBy>
  <cp:revision>6</cp:revision>
  <cp:lastPrinted>2017-11-28T17:18:00Z</cp:lastPrinted>
  <dcterms:created xsi:type="dcterms:W3CDTF">2021-02-04T12:02:00Z</dcterms:created>
  <dcterms:modified xsi:type="dcterms:W3CDTF">2021-07-01T12:36:00Z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